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F2" w:rsidRDefault="003A63F2">
      <w:r>
        <w:t>March 8</w:t>
      </w:r>
      <w:r w:rsidRPr="00816881">
        <w:rPr>
          <w:vertAlign w:val="superscript"/>
        </w:rPr>
        <w:t>th</w:t>
      </w:r>
      <w:r>
        <w:t xml:space="preserve">, 2013 Professional In-Service </w:t>
      </w:r>
    </w:p>
    <w:p w:rsidR="003A63F2" w:rsidRDefault="003A63F2">
      <w:r>
        <w:t>Counseling</w:t>
      </w:r>
    </w:p>
    <w:p w:rsidR="003A63F2" w:rsidRDefault="003A63F2"/>
    <w:p w:rsidR="003A63F2" w:rsidRDefault="003A63F2" w:rsidP="00816881">
      <w:pPr>
        <w:pStyle w:val="ListParagraph"/>
        <w:numPr>
          <w:ilvl w:val="0"/>
          <w:numId w:val="1"/>
        </w:numPr>
      </w:pPr>
      <w:r>
        <w:t>What is working within your Counseling Program?  What needs to be refined?</w:t>
      </w:r>
    </w:p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>
      <w:pPr>
        <w:pStyle w:val="ListParagraph"/>
        <w:numPr>
          <w:ilvl w:val="0"/>
          <w:numId w:val="1"/>
        </w:numPr>
      </w:pPr>
      <w:r>
        <w:t>How can we bridge the gap between individual schools versus a system?</w:t>
      </w:r>
    </w:p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>
      <w:pPr>
        <w:pStyle w:val="ListParagraph"/>
        <w:numPr>
          <w:ilvl w:val="0"/>
          <w:numId w:val="1"/>
        </w:numPr>
      </w:pPr>
      <w:r>
        <w:t>What are we doing/can we do better in transitioning students to the next grade level?  Middle School?  High School?</w:t>
      </w:r>
    </w:p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816881"/>
    <w:p w:rsidR="003A63F2" w:rsidRDefault="003A63F2" w:rsidP="007E0F8A">
      <w:pPr>
        <w:pStyle w:val="ListParagraph"/>
        <w:numPr>
          <w:ilvl w:val="0"/>
          <w:numId w:val="1"/>
        </w:numPr>
      </w:pPr>
      <w:r>
        <w:t>Who should be/want to be a “point person” in communicating and organizing our plans to the group as a whole?  This person is responsible for making sure that WE as counselors are following through with our Action Plan?</w:t>
      </w:r>
    </w:p>
    <w:p w:rsidR="003A63F2" w:rsidRDefault="003A63F2" w:rsidP="007E0F8A"/>
    <w:p w:rsidR="003A63F2" w:rsidRDefault="003A63F2" w:rsidP="007E0F8A"/>
    <w:p w:rsidR="003A63F2" w:rsidRDefault="003A63F2" w:rsidP="007E0F8A"/>
    <w:p w:rsidR="003A63F2" w:rsidRDefault="003A63F2" w:rsidP="007E0F8A"/>
    <w:p w:rsidR="003A63F2" w:rsidRDefault="003A63F2" w:rsidP="007E0F8A"/>
    <w:p w:rsidR="003A63F2" w:rsidRDefault="003A63F2" w:rsidP="007E0F8A"/>
    <w:p w:rsidR="003A63F2" w:rsidRDefault="003A63F2" w:rsidP="007E0F8A"/>
    <w:p w:rsidR="003A63F2" w:rsidRDefault="003A63F2" w:rsidP="007E0F8A"/>
    <w:p w:rsidR="003A63F2" w:rsidRDefault="003A63F2" w:rsidP="007E0F8A"/>
    <w:p w:rsidR="003A63F2" w:rsidRDefault="003A63F2" w:rsidP="007E0F8A"/>
    <w:p w:rsidR="003A63F2" w:rsidRDefault="003A63F2" w:rsidP="007E0F8A">
      <w:pPr>
        <w:pStyle w:val="ListParagraph"/>
        <w:numPr>
          <w:ilvl w:val="0"/>
          <w:numId w:val="1"/>
        </w:numPr>
      </w:pPr>
      <w:r>
        <w:t xml:space="preserve">Are there any other questions or concerns that need to be addressed? </w:t>
      </w:r>
    </w:p>
    <w:sectPr w:rsidR="003A63F2" w:rsidSect="00A05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22D26"/>
    <w:multiLevelType w:val="hybridMultilevel"/>
    <w:tmpl w:val="17C6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881"/>
    <w:rsid w:val="003A63F2"/>
    <w:rsid w:val="005033CE"/>
    <w:rsid w:val="007E0F8A"/>
    <w:rsid w:val="00816881"/>
    <w:rsid w:val="008D7496"/>
    <w:rsid w:val="00A05691"/>
    <w:rsid w:val="00C8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69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1688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95</Words>
  <Characters>548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8th, 2013 Professional In-Service </dc:title>
  <dc:subject/>
  <dc:creator>Valued Acer Customer</dc:creator>
  <cp:keywords/>
  <dc:description/>
  <cp:lastModifiedBy>Alethea Sproul</cp:lastModifiedBy>
  <cp:revision>2</cp:revision>
  <cp:lastPrinted>2013-03-07T14:47:00Z</cp:lastPrinted>
  <dcterms:created xsi:type="dcterms:W3CDTF">2013-03-07T14:47:00Z</dcterms:created>
  <dcterms:modified xsi:type="dcterms:W3CDTF">2013-03-07T14:47:00Z</dcterms:modified>
</cp:coreProperties>
</file>